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105" w:rsidRPr="002C5723" w:rsidRDefault="00DA0105" w:rsidP="00020BCD">
      <w:pPr>
        <w:jc w:val="right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KPT-DRR.725.</w:t>
      </w:r>
      <w:r w:rsidR="00733205">
        <w:rPr>
          <w:rFonts w:cstheme="minorHAnsi"/>
          <w:i/>
          <w:sz w:val="20"/>
          <w:szCs w:val="20"/>
        </w:rPr>
        <w:t>10</w:t>
      </w:r>
      <w:r>
        <w:rPr>
          <w:rFonts w:cstheme="minorHAnsi"/>
          <w:i/>
          <w:sz w:val="20"/>
          <w:szCs w:val="20"/>
        </w:rPr>
        <w:t>.2020</w:t>
      </w:r>
    </w:p>
    <w:p w:rsidR="00DA0105" w:rsidRPr="002C5723" w:rsidRDefault="00DA0105" w:rsidP="00DA0105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DA0105" w:rsidRPr="002C5723" w:rsidRDefault="00DA0105" w:rsidP="00DA0105">
      <w:pPr>
        <w:spacing w:after="0" w:line="240" w:lineRule="auto"/>
        <w:jc w:val="right"/>
        <w:rPr>
          <w:rFonts w:eastAsia="Times New Roman" w:cstheme="minorHAnsi"/>
          <w:i/>
          <w:sz w:val="18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jc w:val="right"/>
        <w:rPr>
          <w:rFonts w:eastAsia="Times New Roman" w:cstheme="minorHAnsi"/>
          <w:i/>
          <w:sz w:val="18"/>
          <w:szCs w:val="20"/>
          <w:lang w:eastAsia="pl-PL"/>
        </w:rPr>
      </w:pPr>
      <w:r w:rsidRPr="002C5723">
        <w:rPr>
          <w:rFonts w:eastAsia="Times New Roman" w:cstheme="minorHAnsi"/>
          <w:i/>
          <w:sz w:val="18"/>
          <w:szCs w:val="20"/>
          <w:lang w:eastAsia="pl-PL"/>
        </w:rPr>
        <w:t xml:space="preserve">Załącznik nr 2 </w:t>
      </w:r>
    </w:p>
    <w:p w:rsidR="00DA0105" w:rsidRPr="002C5723" w:rsidRDefault="00DA0105" w:rsidP="00DA0105">
      <w:pPr>
        <w:spacing w:after="0" w:line="240" w:lineRule="auto"/>
        <w:jc w:val="right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do dokumentacji pn. </w:t>
      </w: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>Opis warunków udziału w postępowaniu w trybie</w:t>
      </w:r>
      <w:r w:rsidRPr="002C5723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 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t>przetargu nieograniczonego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</w:t>
      </w:r>
    </w:p>
    <w:p w:rsidR="00DA0105" w:rsidRPr="002C5723" w:rsidRDefault="00DA0105" w:rsidP="00DA0105">
      <w:pPr>
        <w:spacing w:after="0" w:line="240" w:lineRule="auto"/>
        <w:ind w:left="2832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28"/>
          <w:szCs w:val="20"/>
          <w:lang w:eastAsia="pl-PL"/>
        </w:rPr>
      </w:pPr>
    </w:p>
    <w:p w:rsidR="00DA0105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28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36"/>
          <w:szCs w:val="20"/>
          <w:lang w:eastAsia="pl-PL"/>
        </w:rPr>
      </w:pPr>
      <w:r w:rsidRPr="002C5723">
        <w:rPr>
          <w:rFonts w:eastAsia="Times New Roman" w:cstheme="minorHAnsi"/>
          <w:b/>
          <w:sz w:val="36"/>
          <w:szCs w:val="20"/>
          <w:lang w:eastAsia="pl-PL"/>
        </w:rPr>
        <w:t>FORMULARZ OFERTOWY</w:t>
      </w:r>
    </w:p>
    <w:p w:rsidR="00DA0105" w:rsidRPr="002C5723" w:rsidRDefault="00DA0105" w:rsidP="00DA0105">
      <w:pPr>
        <w:spacing w:after="0" w:line="240" w:lineRule="auto"/>
        <w:ind w:left="1416" w:firstLine="708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5245"/>
        </w:tabs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DA0105" w:rsidRPr="002C5723" w:rsidRDefault="00DA0105" w:rsidP="00DA0105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jako upoważniony/</w:t>
      </w:r>
      <w:proofErr w:type="spellStart"/>
      <w:r w:rsidR="00752D3C" w:rsidRPr="002C5723">
        <w:rPr>
          <w:rFonts w:eastAsia="Times New Roman" w:cstheme="minorHAnsi"/>
          <w:sz w:val="20"/>
          <w:szCs w:val="20"/>
          <w:lang w:eastAsia="pl-PL"/>
        </w:rPr>
        <w:t>nieni</w:t>
      </w:r>
      <w:proofErr w:type="spellEnd"/>
      <w:r w:rsidR="00752D3C" w:rsidRPr="002C5723">
        <w:rPr>
          <w:rFonts w:eastAsia="Times New Roman" w:cstheme="minorHAnsi"/>
          <w:sz w:val="20"/>
          <w:szCs w:val="20"/>
          <w:lang w:eastAsia="pl-PL"/>
        </w:rPr>
        <w:t xml:space="preserve"> przedstawiciel</w:t>
      </w:r>
      <w:r w:rsidRPr="002C5723">
        <w:rPr>
          <w:rFonts w:eastAsia="Times New Roman" w:cstheme="minorHAnsi"/>
          <w:sz w:val="20"/>
          <w:szCs w:val="20"/>
          <w:lang w:eastAsia="pl-PL"/>
        </w:rPr>
        <w:t>/le firmy: ...................................................................................................................................................................</w:t>
      </w:r>
    </w:p>
    <w:p w:rsidR="00DA0105" w:rsidRPr="002C5723" w:rsidRDefault="00DA0105" w:rsidP="00DA0105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A0105" w:rsidRPr="002C5723" w:rsidRDefault="00DA0105" w:rsidP="00DA0105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:rsidR="00DA0105" w:rsidRPr="002C5723" w:rsidRDefault="00DA0105" w:rsidP="00DA0105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działając w imieniu reprezentowanej przeze mnie/nas</w:t>
      </w:r>
      <w:r w:rsidR="00752D3C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2C5723">
        <w:rPr>
          <w:rFonts w:eastAsia="Times New Roman" w:cstheme="minorHAnsi"/>
          <w:sz w:val="20"/>
          <w:szCs w:val="20"/>
          <w:lang w:eastAsia="pl-PL"/>
        </w:rPr>
        <w:t>firmy ...................................................................................................................................................................</w:t>
      </w:r>
    </w:p>
    <w:p w:rsidR="00DA0105" w:rsidRPr="002C5723" w:rsidRDefault="00DA0105" w:rsidP="00DA0105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A0105" w:rsidRPr="002C5723" w:rsidRDefault="00DA0105" w:rsidP="00DA0105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Default="00DA0105" w:rsidP="00DA0105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 xml:space="preserve">1. </w:t>
      </w:r>
    </w:p>
    <w:p w:rsidR="00DA0105" w:rsidRPr="00733205" w:rsidRDefault="00733205" w:rsidP="00733205">
      <w:pPr>
        <w:pStyle w:val="Tekstpodstawowy"/>
        <w:spacing w:line="360" w:lineRule="auto"/>
        <w:jc w:val="both"/>
        <w:rPr>
          <w:rFonts w:asciiTheme="minorHAnsi" w:hAnsiTheme="minorHAnsi" w:cstheme="minorHAnsi"/>
          <w:b/>
        </w:rPr>
      </w:pPr>
      <w:r w:rsidRPr="00FC1A1F">
        <w:rPr>
          <w:rFonts w:asciiTheme="minorHAnsi" w:hAnsiTheme="minorHAnsi" w:cstheme="minorHAnsi"/>
          <w:b/>
        </w:rPr>
        <w:t xml:space="preserve"> „</w:t>
      </w:r>
      <w:proofErr w:type="spellStart"/>
      <w:r w:rsidRPr="00FC1A1F">
        <w:rPr>
          <w:rFonts w:asciiTheme="minorHAnsi" w:hAnsiTheme="minorHAnsi" w:cstheme="minorHAnsi"/>
          <w:b/>
        </w:rPr>
        <w:t>Openspace</w:t>
      </w:r>
      <w:proofErr w:type="spellEnd"/>
      <w:r w:rsidRPr="00FC1A1F">
        <w:rPr>
          <w:rFonts w:asciiTheme="minorHAnsi" w:hAnsiTheme="minorHAnsi" w:cstheme="minorHAnsi"/>
          <w:b/>
        </w:rPr>
        <w:t xml:space="preserve"> 2” pomieszczenia o </w:t>
      </w:r>
      <w:proofErr w:type="spellStart"/>
      <w:r w:rsidRPr="00FC1A1F">
        <w:rPr>
          <w:rFonts w:asciiTheme="minorHAnsi" w:hAnsiTheme="minorHAnsi" w:cstheme="minorHAnsi"/>
          <w:b/>
        </w:rPr>
        <w:t>o</w:t>
      </w:r>
      <w:proofErr w:type="spellEnd"/>
      <w:r w:rsidRPr="00FC1A1F">
        <w:rPr>
          <w:rFonts w:asciiTheme="minorHAnsi" w:hAnsiTheme="minorHAnsi" w:cstheme="minorHAnsi"/>
          <w:b/>
        </w:rPr>
        <w:t xml:space="preserve"> nr 1.04 (2) o łącznej powierzchni 81,69 m², znajdujące się na poziomie 1 budynku </w:t>
      </w:r>
      <w:proofErr w:type="spellStart"/>
      <w:r w:rsidRPr="00FC1A1F">
        <w:rPr>
          <w:rFonts w:asciiTheme="minorHAnsi" w:hAnsiTheme="minorHAnsi" w:cstheme="minorHAnsi"/>
          <w:b/>
        </w:rPr>
        <w:t>laboratoryjno</w:t>
      </w:r>
      <w:proofErr w:type="spellEnd"/>
      <w:r w:rsidRPr="00FC1A1F">
        <w:rPr>
          <w:rFonts w:asciiTheme="minorHAnsi" w:hAnsiTheme="minorHAnsi" w:cstheme="minorHAnsi"/>
          <w:b/>
        </w:rPr>
        <w:t xml:space="preserve"> – produkcyjnego OULU o łącznej powierzchni użytkowej  4 245,62 m², położonego w Kielcach przy ul. Olszewskiego 21</w:t>
      </w:r>
      <w:r>
        <w:rPr>
          <w:rFonts w:asciiTheme="minorHAnsi" w:hAnsiTheme="minorHAnsi" w:cstheme="minorHAnsi"/>
          <w:b/>
        </w:rPr>
        <w:t>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DA0105" w:rsidRPr="002C5723" w:rsidTr="003335CA">
        <w:trPr>
          <w:trHeight w:val="394"/>
        </w:trPr>
        <w:tc>
          <w:tcPr>
            <w:tcW w:w="9322" w:type="dxa"/>
            <w:vAlign w:val="center"/>
          </w:tcPr>
          <w:p w:rsidR="00DA0105" w:rsidRPr="002C5723" w:rsidRDefault="00DA0105" w:rsidP="00DA0105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Proponowana cena za m² (netto)/miesiąc</w:t>
            </w: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- nie mniej niż </w:t>
            </w:r>
            <w:r w:rsidR="002E3C30" w:rsidRPr="002E3C3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25</w:t>
            </w:r>
            <w:r w:rsidRPr="002E3C3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,00zł/m</w:t>
            </w:r>
            <w:r w:rsidRPr="002E3C30">
              <w:rPr>
                <w:rFonts w:eastAsia="Times New Roman" w:cs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DA0105" w:rsidRPr="002C5723" w:rsidTr="003335CA">
        <w:trPr>
          <w:trHeight w:val="567"/>
        </w:trPr>
        <w:tc>
          <w:tcPr>
            <w:tcW w:w="9322" w:type="dxa"/>
          </w:tcPr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DA0105" w:rsidRDefault="00DA0105" w:rsidP="00DA0105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  <w:bookmarkStart w:id="0" w:name="_GoBack"/>
      <w:bookmarkEnd w:id="0"/>
    </w:p>
    <w:p w:rsidR="00DA0105" w:rsidRDefault="00DA0105" w:rsidP="00DA0105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numPr>
          <w:ilvl w:val="1"/>
          <w:numId w:val="1"/>
        </w:numPr>
        <w:spacing w:after="0" w:line="360" w:lineRule="auto"/>
        <w:ind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Proponowana długość umowy najmu (max. do lat 10, nie mniej niż 3 lata)</w:t>
      </w:r>
    </w:p>
    <w:p w:rsidR="00DA0105" w:rsidRPr="002C5723" w:rsidRDefault="00DA0105" w:rsidP="00DA0105">
      <w:pPr>
        <w:spacing w:after="0" w:line="360" w:lineRule="auto"/>
        <w:ind w:left="720" w:right="-4"/>
        <w:rPr>
          <w:rFonts w:eastAsia="Times New Roman" w:cstheme="minorHAnsi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DA0105" w:rsidRPr="002C5723" w:rsidTr="003335CA">
        <w:trPr>
          <w:trHeight w:val="394"/>
        </w:trPr>
        <w:tc>
          <w:tcPr>
            <w:tcW w:w="4606" w:type="dxa"/>
            <w:vAlign w:val="center"/>
          </w:tcPr>
          <w:p w:rsidR="00DA0105" w:rsidRPr="002C5723" w:rsidRDefault="00DA0105" w:rsidP="003335CA">
            <w:pPr>
              <w:spacing w:after="24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24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Lat</w:t>
            </w:r>
          </w:p>
        </w:tc>
      </w:tr>
    </w:tbl>
    <w:p w:rsidR="00DA0105" w:rsidRPr="002C5723" w:rsidRDefault="00DA0105" w:rsidP="00DA0105">
      <w:pPr>
        <w:spacing w:before="240" w:after="240" w:line="360" w:lineRule="auto"/>
        <w:ind w:right="-4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before="240" w:after="240" w:line="360" w:lineRule="auto"/>
        <w:ind w:left="36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DA0105" w:rsidRPr="002C5723" w:rsidTr="003335CA">
        <w:trPr>
          <w:trHeight w:val="539"/>
        </w:trPr>
        <w:tc>
          <w:tcPr>
            <w:tcW w:w="9606" w:type="dxa"/>
            <w:gridSpan w:val="3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3 rok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DA0105" w:rsidRPr="002C5723" w:rsidRDefault="00DA0105" w:rsidP="00DA0105">
      <w:pPr>
        <w:spacing w:after="240" w:line="360" w:lineRule="auto"/>
        <w:ind w:right="-4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240" w:line="360" w:lineRule="auto"/>
        <w:ind w:left="36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1.4. Planowana wielkość nakładów inwestycyjnych (PLN)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DA0105" w:rsidRPr="002C5723" w:rsidTr="003335CA">
        <w:trPr>
          <w:trHeight w:val="394"/>
        </w:trPr>
        <w:tc>
          <w:tcPr>
            <w:tcW w:w="9606" w:type="dxa"/>
            <w:gridSpan w:val="3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Planowana wielkość nakładów inwestycyjnych (PLN) w pierwszym, drugi i trzecim roku działalności firmy </w:t>
            </w: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3 rok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zakup/modernizacja środków trwałych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zakup/modernizacja środków trwałych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tym zakup/modernizacja 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środków trwałych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DA0105" w:rsidRDefault="00DA0105" w:rsidP="00DA0105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200" w:line="276" w:lineRule="auto"/>
        <w:ind w:left="36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DA0105" w:rsidRPr="002C5723" w:rsidRDefault="00DA0105" w:rsidP="00DA0105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ind w:left="360" w:right="-4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1.6. Opis innowacyjności przedsięwzięcia gospodarczego*</w:t>
      </w:r>
    </w:p>
    <w:p w:rsidR="00DA0105" w:rsidRPr="002C5723" w:rsidRDefault="00DA0105" w:rsidP="00DA0105">
      <w:pPr>
        <w:spacing w:after="0" w:line="240" w:lineRule="auto"/>
        <w:ind w:left="72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DA0105" w:rsidRPr="002C5723" w:rsidRDefault="00DA0105" w:rsidP="00DA0105">
      <w:pPr>
        <w:spacing w:after="0" w:line="240" w:lineRule="auto"/>
        <w:ind w:left="360" w:right="-4"/>
        <w:rPr>
          <w:rFonts w:eastAsia="Times New Roman" w:cstheme="minorHAnsi"/>
          <w:sz w:val="16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ind w:left="360" w:right="-4"/>
        <w:rPr>
          <w:rFonts w:eastAsia="Times New Roman" w:cstheme="minorHAnsi"/>
          <w:sz w:val="16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4199AA" wp14:editId="72B0E54C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CD5D9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DA0105" w:rsidRPr="002C5723" w:rsidRDefault="00DA0105" w:rsidP="00DA0105">
      <w:pPr>
        <w:spacing w:after="60" w:line="240" w:lineRule="auto"/>
        <w:ind w:left="360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60" w:line="240" w:lineRule="auto"/>
        <w:ind w:left="360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60" w:line="240" w:lineRule="auto"/>
        <w:ind w:left="360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2. Dane dotyczące firmy:</w:t>
      </w:r>
    </w:p>
    <w:p w:rsidR="00DA0105" w:rsidRPr="002C5723" w:rsidRDefault="00DA0105" w:rsidP="00DA0105">
      <w:pPr>
        <w:spacing w:after="60" w:line="240" w:lineRule="auto"/>
        <w:ind w:left="720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p w:rsidR="00DA0105" w:rsidRPr="002C5723" w:rsidRDefault="00DA0105" w:rsidP="00DA0105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Imię Nazwisko osoby (osób) upoważnionych do podpisania umowy:</w:t>
      </w:r>
    </w:p>
    <w:p w:rsidR="00DA0105" w:rsidRPr="002C5723" w:rsidRDefault="00DA0105" w:rsidP="00DA0105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br/>
        <w:t>…………………………………………………………………………………………………………</w:t>
      </w:r>
    </w:p>
    <w:p w:rsidR="00DA0105" w:rsidRPr="002C5723" w:rsidRDefault="00DA0105" w:rsidP="00DA0105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 xml:space="preserve">Nazwa firmy: </w:t>
      </w:r>
    </w:p>
    <w:p w:rsidR="00DA0105" w:rsidRPr="002C5723" w:rsidRDefault="00DA0105" w:rsidP="00DA0105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:rsidR="00DA0105" w:rsidRPr="002C5723" w:rsidRDefault="00DA0105" w:rsidP="00DA0105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Adres firmy: …………………………………………………………………………………………………………</w:t>
      </w:r>
    </w:p>
    <w:p w:rsidR="00DA0105" w:rsidRPr="00733205" w:rsidRDefault="00DA0105" w:rsidP="00DA0105">
      <w:pPr>
        <w:spacing w:after="60" w:line="360" w:lineRule="auto"/>
        <w:ind w:left="930"/>
        <w:rPr>
          <w:rFonts w:eastAsia="Times New Roman" w:cstheme="minorHAnsi"/>
          <w:sz w:val="20"/>
          <w:szCs w:val="20"/>
          <w:lang w:val="en-US"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Numer telefonu:</w:t>
      </w:r>
      <w:r w:rsidRPr="002C5723">
        <w:rPr>
          <w:rFonts w:eastAsia="Times New Roman" w:cstheme="minorHAnsi"/>
          <w:sz w:val="20"/>
          <w:szCs w:val="20"/>
          <w:lang w:eastAsia="pl-PL"/>
        </w:rPr>
        <w:tab/>
        <w:t xml:space="preserve">0……/ </w:t>
      </w:r>
      <w:r w:rsidRPr="00733205">
        <w:rPr>
          <w:rFonts w:eastAsia="Times New Roman" w:cstheme="minorHAnsi"/>
          <w:sz w:val="20"/>
          <w:szCs w:val="20"/>
          <w:lang w:val="en-US" w:eastAsia="pl-PL"/>
        </w:rPr>
        <w:t>………………………………….………………</w:t>
      </w:r>
    </w:p>
    <w:p w:rsidR="00DA0105" w:rsidRPr="00752D3C" w:rsidRDefault="00DA0105" w:rsidP="00DA0105">
      <w:pPr>
        <w:spacing w:after="60" w:line="360" w:lineRule="auto"/>
        <w:ind w:left="930"/>
        <w:rPr>
          <w:rFonts w:eastAsia="Times New Roman" w:cstheme="minorHAnsi"/>
          <w:sz w:val="20"/>
          <w:szCs w:val="20"/>
          <w:lang w:val="en-US" w:eastAsia="pl-PL"/>
        </w:rPr>
      </w:pPr>
      <w:proofErr w:type="spellStart"/>
      <w:r w:rsidRPr="00752D3C">
        <w:rPr>
          <w:rFonts w:eastAsia="Times New Roman" w:cstheme="minorHAnsi"/>
          <w:sz w:val="20"/>
          <w:szCs w:val="20"/>
          <w:lang w:val="en-US" w:eastAsia="pl-PL"/>
        </w:rPr>
        <w:t>Numer</w:t>
      </w:r>
      <w:proofErr w:type="spellEnd"/>
      <w:r w:rsidRPr="00752D3C">
        <w:rPr>
          <w:rFonts w:eastAsia="Times New Roman" w:cstheme="minorHAnsi"/>
          <w:sz w:val="20"/>
          <w:szCs w:val="20"/>
          <w:lang w:val="en-US" w:eastAsia="pl-PL"/>
        </w:rPr>
        <w:t xml:space="preserve"> </w:t>
      </w:r>
      <w:proofErr w:type="spellStart"/>
      <w:r w:rsidRPr="00752D3C">
        <w:rPr>
          <w:rFonts w:eastAsia="Times New Roman" w:cstheme="minorHAnsi"/>
          <w:sz w:val="20"/>
          <w:szCs w:val="20"/>
          <w:lang w:val="en-US" w:eastAsia="pl-PL"/>
        </w:rPr>
        <w:t>faksu</w:t>
      </w:r>
      <w:proofErr w:type="spellEnd"/>
      <w:r w:rsidRPr="00752D3C">
        <w:rPr>
          <w:rFonts w:eastAsia="Times New Roman" w:cstheme="minorHAnsi"/>
          <w:sz w:val="20"/>
          <w:szCs w:val="20"/>
          <w:lang w:val="en-US" w:eastAsia="pl-PL"/>
        </w:rPr>
        <w:t>:</w:t>
      </w:r>
      <w:r w:rsidRPr="00752D3C">
        <w:rPr>
          <w:rFonts w:eastAsia="Times New Roman" w:cstheme="minorHAnsi"/>
          <w:sz w:val="20"/>
          <w:szCs w:val="20"/>
          <w:lang w:val="en-US" w:eastAsia="pl-PL"/>
        </w:rPr>
        <w:tab/>
        <w:t>0.…/ ....................................</w:t>
      </w:r>
    </w:p>
    <w:p w:rsidR="00DA0105" w:rsidRPr="00752D3C" w:rsidRDefault="00DA0105" w:rsidP="00DA0105">
      <w:pPr>
        <w:spacing w:after="60" w:line="360" w:lineRule="auto"/>
        <w:ind w:left="930"/>
        <w:rPr>
          <w:rFonts w:eastAsia="Times New Roman" w:cstheme="minorHAnsi"/>
          <w:sz w:val="20"/>
          <w:szCs w:val="20"/>
          <w:lang w:val="en-US" w:eastAsia="pl-PL"/>
        </w:rPr>
      </w:pPr>
      <w:proofErr w:type="spellStart"/>
      <w:r w:rsidRPr="00752D3C">
        <w:rPr>
          <w:rFonts w:eastAsia="Times New Roman" w:cstheme="minorHAnsi"/>
          <w:sz w:val="20"/>
          <w:szCs w:val="20"/>
          <w:lang w:val="en-US" w:eastAsia="pl-PL"/>
        </w:rPr>
        <w:t>Numer</w:t>
      </w:r>
      <w:proofErr w:type="spellEnd"/>
      <w:r w:rsidRPr="00752D3C">
        <w:rPr>
          <w:rFonts w:eastAsia="Times New Roman" w:cstheme="minorHAnsi"/>
          <w:sz w:val="20"/>
          <w:szCs w:val="20"/>
          <w:lang w:val="en-US" w:eastAsia="pl-PL"/>
        </w:rPr>
        <w:t xml:space="preserve"> REGON:</w:t>
      </w:r>
      <w:r w:rsidRPr="00752D3C">
        <w:rPr>
          <w:rFonts w:eastAsia="Times New Roman" w:cstheme="minorHAnsi"/>
          <w:sz w:val="20"/>
          <w:szCs w:val="20"/>
          <w:lang w:val="en-US" w:eastAsia="pl-PL"/>
        </w:rPr>
        <w:tab/>
        <w:t xml:space="preserve">..........................................  </w:t>
      </w:r>
      <w:proofErr w:type="spellStart"/>
      <w:r w:rsidRPr="00752D3C">
        <w:rPr>
          <w:rFonts w:eastAsia="Times New Roman" w:cstheme="minorHAnsi"/>
          <w:sz w:val="20"/>
          <w:szCs w:val="20"/>
          <w:lang w:val="en-US" w:eastAsia="pl-PL"/>
        </w:rPr>
        <w:t>Numer</w:t>
      </w:r>
      <w:proofErr w:type="spellEnd"/>
      <w:r w:rsidRPr="00752D3C">
        <w:rPr>
          <w:rFonts w:eastAsia="Times New Roman" w:cstheme="minorHAnsi"/>
          <w:sz w:val="20"/>
          <w:szCs w:val="20"/>
          <w:lang w:val="en-US" w:eastAsia="pl-PL"/>
        </w:rPr>
        <w:t xml:space="preserve"> NIP: ..........................................</w:t>
      </w:r>
    </w:p>
    <w:p w:rsidR="00DA0105" w:rsidRPr="002C5723" w:rsidRDefault="00DA0105" w:rsidP="00DA0105">
      <w:pPr>
        <w:spacing w:after="0" w:line="200" w:lineRule="atLeast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Adres kontaktowy email: ……………………………………………</w:t>
      </w:r>
    </w:p>
    <w:p w:rsidR="00DA0105" w:rsidRPr="002C5723" w:rsidRDefault="00DA0105" w:rsidP="00DA0105">
      <w:pPr>
        <w:spacing w:after="0" w:line="200" w:lineRule="atLeast"/>
        <w:ind w:left="930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ind w:left="930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ind w:left="930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Oświadczenia: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  </w:t>
      </w: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spełniam wszystkie warunki udziału w przetargu oraz akceptuję wymogi wymienione w dokumencie „Ogłoszenie zaproszenia do przetargu nieograniczonego na wynajem nieruchomości zabudowanych, stanowiących własność Miasta Kielce i będących w trwałym zarządzie Kieleckiego Parku Technologicznego – Strefa II – Centrum Technologiczne, objętych obszarem Starachowickiej Specjalnej Strefy Ekonomiczne (Podstrefa Kielce).</w:t>
      </w: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lastRenderedPageBreak/>
        <w:t>Oświadczam, że akceptuję warunki funkcjonowania wymienione w dokumencie „Regulamin porządkowy w budynkach Centrum Technologicznego”.</w:t>
      </w: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wobec reprezentowanej przeze mnie firmy nie wszczęto postępowania upadłościowego, ani nie ogłoszono jego upadłości.</w:t>
      </w:r>
    </w:p>
    <w:p w:rsidR="00DA0105" w:rsidRPr="002C5723" w:rsidRDefault="00DA0105" w:rsidP="00DA0105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DA0105" w:rsidRPr="002C5723" w:rsidRDefault="00DA0105" w:rsidP="00DA0105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DA0105" w:rsidRPr="002C5723" w:rsidRDefault="00DA0105" w:rsidP="00DA0105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DA0105" w:rsidRPr="002C5723" w:rsidRDefault="00DA0105" w:rsidP="00DA0105">
      <w:pPr>
        <w:spacing w:after="24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dane zawarte w niniejszym formularzu są zgodne z prawdą.</w:t>
      </w: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Wyrażam zgodę na przechowywanie i przetwarzanie danych firmy dla celów prowadzenia przetargu na wynajem nieruchomości zabudowanych, stanowiących własność Miasta Kielce </w:t>
      </w:r>
      <w:r w:rsidR="00224571" w:rsidRPr="002C5723">
        <w:rPr>
          <w:rFonts w:eastAsia="Times New Roman" w:cstheme="minorHAnsi"/>
          <w:i/>
          <w:sz w:val="20"/>
          <w:szCs w:val="20"/>
          <w:lang w:eastAsia="pl-PL"/>
        </w:rPr>
        <w:t>i będących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 w Trwałym Zarządzie Kieleckiego Parku Technologicznego – Strefa II – Centrum Technologiczne, objętych </w:t>
      </w:r>
      <w:r w:rsidR="00224571" w:rsidRPr="002C5723">
        <w:rPr>
          <w:rFonts w:eastAsia="Times New Roman" w:cstheme="minorHAnsi"/>
          <w:i/>
          <w:sz w:val="20"/>
          <w:szCs w:val="20"/>
          <w:lang w:eastAsia="pl-PL"/>
        </w:rPr>
        <w:t>obszarem Specjalnej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 Strefy Ekonomicznej „Starachowice” (Podstrefa Kielce) w ramach Kieleckiego Parku Technologicznego.</w:t>
      </w: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DA0105" w:rsidRPr="002C5723" w:rsidTr="003335CA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Data: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KPT-DPR.725.</w:t>
      </w:r>
      <w:r w:rsidR="00EE3180">
        <w:rPr>
          <w:rFonts w:eastAsia="Times New Roman" w:cstheme="minorHAnsi"/>
          <w:sz w:val="20"/>
          <w:szCs w:val="20"/>
          <w:lang w:eastAsia="pl-PL"/>
        </w:rPr>
        <w:t>10</w:t>
      </w:r>
      <w:r>
        <w:rPr>
          <w:rFonts w:eastAsia="Times New Roman" w:cstheme="minorHAnsi"/>
          <w:sz w:val="20"/>
          <w:szCs w:val="20"/>
          <w:lang w:eastAsia="pl-PL"/>
        </w:rPr>
        <w:t>.2020</w:t>
      </w: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Załącznik do oferty (wzór)</w:t>
      </w:r>
      <w:r w:rsidRPr="002C5723">
        <w:rPr>
          <w:rFonts w:eastAsia="Times New Roman" w:cstheme="minorHAnsi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Opis innowacyjności przedsięwzięcia gospodarczego</w:t>
      </w:r>
    </w:p>
    <w:p w:rsidR="00DA0105" w:rsidRPr="002C5723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A0105" w:rsidRPr="002C5723" w:rsidTr="003335CA">
        <w:tc>
          <w:tcPr>
            <w:tcW w:w="9212" w:type="dxa"/>
          </w:tcPr>
          <w:p w:rsidR="00DA0105" w:rsidRPr="002C5723" w:rsidRDefault="00DA0105" w:rsidP="00DA010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Opis przedmiotu działalności firmy branża, specjalność oraz określenie kluczowych grup odbiorców i konkurencji.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DA010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lastRenderedPageBreak/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DA0105" w:rsidRPr="002C5723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DA0105" w:rsidRPr="002C5723" w:rsidTr="003335CA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lastRenderedPageBreak/>
              <w:t>Podpis osoby upoważnionej do reprezentowania podmiotu:</w:t>
            </w:r>
          </w:p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Data: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DA0105" w:rsidRPr="002C5723" w:rsidRDefault="00DA0105" w:rsidP="00DA0105">
      <w:pPr>
        <w:pStyle w:val="NormalnyWeb"/>
        <w:jc w:val="both"/>
        <w:rPr>
          <w:rFonts w:asciiTheme="minorHAnsi" w:hAnsiTheme="minorHAnsi" w:cstheme="minorHAnsi"/>
          <w:sz w:val="20"/>
          <w:szCs w:val="20"/>
        </w:rPr>
      </w:pPr>
    </w:p>
    <w:p w:rsidR="00DA0105" w:rsidRPr="002C5723" w:rsidRDefault="00DA0105" w:rsidP="00DA0105">
      <w:pPr>
        <w:rPr>
          <w:rFonts w:cstheme="minorHAnsi"/>
          <w:i/>
          <w:sz w:val="20"/>
          <w:szCs w:val="20"/>
        </w:rPr>
      </w:pPr>
    </w:p>
    <w:p w:rsidR="00011B4C" w:rsidRPr="00011B4C" w:rsidRDefault="00011B4C" w:rsidP="00011B4C"/>
    <w:sectPr w:rsidR="00011B4C" w:rsidRPr="00011B4C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21E" w:rsidRDefault="00A4221E" w:rsidP="00013907">
      <w:pPr>
        <w:spacing w:after="0" w:line="240" w:lineRule="auto"/>
      </w:pPr>
      <w:r>
        <w:separator/>
      </w:r>
    </w:p>
  </w:endnote>
  <w:endnote w:type="continuationSeparator" w:id="0">
    <w:p w:rsidR="00A4221E" w:rsidRDefault="00A4221E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0169C3" w:rsidRDefault="00B419FB" w:rsidP="00B419FB">
    <w:pPr>
      <w:pStyle w:val="Stopka"/>
      <w:jc w:val="right"/>
    </w:pP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PAGE</w:instrText>
    </w:r>
    <w:r w:rsidRPr="000169C3">
      <w:rPr>
        <w:b/>
        <w:bCs/>
        <w:sz w:val="16"/>
        <w:szCs w:val="16"/>
      </w:rPr>
      <w:fldChar w:fldCharType="separate"/>
    </w:r>
    <w:r w:rsidR="002E3C30">
      <w:rPr>
        <w:b/>
        <w:bCs/>
        <w:noProof/>
        <w:sz w:val="16"/>
        <w:szCs w:val="16"/>
      </w:rPr>
      <w:t>6</w:t>
    </w:r>
    <w:r w:rsidRPr="000169C3">
      <w:rPr>
        <w:b/>
        <w:bCs/>
        <w:sz w:val="16"/>
        <w:szCs w:val="16"/>
      </w:rPr>
      <w:fldChar w:fldCharType="end"/>
    </w:r>
    <w:r w:rsidRPr="000169C3">
      <w:rPr>
        <w:sz w:val="16"/>
        <w:szCs w:val="16"/>
      </w:rPr>
      <w:t xml:space="preserve"> / </w:t>
    </w: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NUMPAGES</w:instrText>
    </w:r>
    <w:r w:rsidRPr="000169C3">
      <w:rPr>
        <w:b/>
        <w:bCs/>
        <w:sz w:val="16"/>
        <w:szCs w:val="16"/>
      </w:rPr>
      <w:fldChar w:fldCharType="separate"/>
    </w:r>
    <w:r w:rsidR="002E3C30">
      <w:rPr>
        <w:b/>
        <w:bCs/>
        <w:noProof/>
        <w:sz w:val="16"/>
        <w:szCs w:val="16"/>
      </w:rPr>
      <w:t>7</w:t>
    </w:r>
    <w:r w:rsidRPr="000169C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21E" w:rsidRDefault="00A4221E" w:rsidP="00013907">
      <w:pPr>
        <w:spacing w:after="0" w:line="240" w:lineRule="auto"/>
      </w:pPr>
      <w:r>
        <w:separator/>
      </w:r>
    </w:p>
  </w:footnote>
  <w:footnote w:type="continuationSeparator" w:id="0">
    <w:p w:rsidR="00A4221E" w:rsidRDefault="00A4221E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7B" w:rsidRDefault="00DA010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19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17515" cy="7804785"/>
          <wp:effectExtent l="0" t="0" r="6985" b="5715"/>
          <wp:wrapNone/>
          <wp:docPr id="3" name="Obraz 3" descr="papier_bfe-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pier_bfe-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80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DA0105">
    <w:pPr>
      <w:pStyle w:val="Nagwek"/>
      <w:rPr>
        <w:color w:val="C62D54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margin">
            <wp:posOffset>-721995</wp:posOffset>
          </wp:positionH>
          <wp:positionV relativeFrom="margin">
            <wp:posOffset>-1647825</wp:posOffset>
          </wp:positionV>
          <wp:extent cx="7560310" cy="10694670"/>
          <wp:effectExtent l="0" t="0" r="2540" b="0"/>
          <wp:wrapNone/>
          <wp:docPr id="2" name="Obraz 2" descr="papier_bfe-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papier_bfe-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4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7B" w:rsidRDefault="00DA010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posOffset>-721995</wp:posOffset>
          </wp:positionH>
          <wp:positionV relativeFrom="margin">
            <wp:posOffset>-1642110</wp:posOffset>
          </wp:positionV>
          <wp:extent cx="7559040" cy="10692130"/>
          <wp:effectExtent l="0" t="0" r="3810" b="0"/>
          <wp:wrapNone/>
          <wp:docPr id="1" name="Obraz 1" descr="papier_bfe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papier_bfe-0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754"/>
    <w:rsid w:val="00011B4C"/>
    <w:rsid w:val="00013907"/>
    <w:rsid w:val="000169C3"/>
    <w:rsid w:val="00020BCD"/>
    <w:rsid w:val="00080CDE"/>
    <w:rsid w:val="00083FF5"/>
    <w:rsid w:val="000A699F"/>
    <w:rsid w:val="000D0BB0"/>
    <w:rsid w:val="000D1E01"/>
    <w:rsid w:val="001470D6"/>
    <w:rsid w:val="001872B4"/>
    <w:rsid w:val="001F5009"/>
    <w:rsid w:val="00224571"/>
    <w:rsid w:val="00295A36"/>
    <w:rsid w:val="002A3146"/>
    <w:rsid w:val="002D1E7C"/>
    <w:rsid w:val="002E3C30"/>
    <w:rsid w:val="002F7C45"/>
    <w:rsid w:val="003B0534"/>
    <w:rsid w:val="003F13E6"/>
    <w:rsid w:val="0041760F"/>
    <w:rsid w:val="00530311"/>
    <w:rsid w:val="0054724D"/>
    <w:rsid w:val="005E6617"/>
    <w:rsid w:val="005F3754"/>
    <w:rsid w:val="006104DC"/>
    <w:rsid w:val="0061396A"/>
    <w:rsid w:val="006A37F9"/>
    <w:rsid w:val="006D6F20"/>
    <w:rsid w:val="00712D4F"/>
    <w:rsid w:val="00733205"/>
    <w:rsid w:val="00752D3C"/>
    <w:rsid w:val="00783394"/>
    <w:rsid w:val="007919B7"/>
    <w:rsid w:val="0088010F"/>
    <w:rsid w:val="008F3A77"/>
    <w:rsid w:val="00964B25"/>
    <w:rsid w:val="009A3B76"/>
    <w:rsid w:val="009C6BC5"/>
    <w:rsid w:val="00A4221E"/>
    <w:rsid w:val="00AC6384"/>
    <w:rsid w:val="00B13E06"/>
    <w:rsid w:val="00B2220F"/>
    <w:rsid w:val="00B419FB"/>
    <w:rsid w:val="00B51346"/>
    <w:rsid w:val="00BB32C2"/>
    <w:rsid w:val="00BC5E7B"/>
    <w:rsid w:val="00BE65D1"/>
    <w:rsid w:val="00BE6C50"/>
    <w:rsid w:val="00C54A3F"/>
    <w:rsid w:val="00C67771"/>
    <w:rsid w:val="00C70C21"/>
    <w:rsid w:val="00D02D19"/>
    <w:rsid w:val="00D41BD2"/>
    <w:rsid w:val="00D72742"/>
    <w:rsid w:val="00D94917"/>
    <w:rsid w:val="00DA0105"/>
    <w:rsid w:val="00E24886"/>
    <w:rsid w:val="00EB622D"/>
    <w:rsid w:val="00EB6A60"/>
    <w:rsid w:val="00EE3180"/>
    <w:rsid w:val="00F65734"/>
    <w:rsid w:val="00FA4FFE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AE0CDF8"/>
  <w15:docId w15:val="{49B328E2-2485-4626-8139-6801C5969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1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733205"/>
    <w:pPr>
      <w:spacing w:after="12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33205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zablony%20dokument&#243;w\Papier_firmowy_KPT_2020\KPT_papier_black_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7DD0F-5C2F-4F79-A81A-FC4C316B5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KPT_papier_black_pl</Template>
  <TotalTime>4</TotalTime>
  <Pages>7</Pages>
  <Words>1205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Katarzyna Wójcik</cp:lastModifiedBy>
  <cp:revision>4</cp:revision>
  <cp:lastPrinted>2020-08-10T12:04:00Z</cp:lastPrinted>
  <dcterms:created xsi:type="dcterms:W3CDTF">2020-08-10T07:56:00Z</dcterms:created>
  <dcterms:modified xsi:type="dcterms:W3CDTF">2020-08-10T12:06:00Z</dcterms:modified>
</cp:coreProperties>
</file>